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962A66C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466B99">
        <w:rPr>
          <w:rFonts w:cstheme="minorHAnsi"/>
          <w:b/>
          <w:szCs w:val="18"/>
        </w:rPr>
        <w:t xml:space="preserve">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5DEA3E1E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C444B1" w:rsidRPr="00EB137C">
        <w:rPr>
          <w:rFonts w:cstheme="minorHAnsi"/>
          <w:noProof/>
          <w:szCs w:val="18"/>
          <w:lang w:eastAsia="pl-PL"/>
        </w:rPr>
        <w:t>POST/DYS/OW/GZ/00177/2026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C444B1" w:rsidRPr="00EB137C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Otwock obszar R62: Gmina Kołbiel, Gmina Osieck, Gmina Celestynów, Miejscowość Jaźwiny gm. Pilawa - teren działania RE Otwock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32A2DFDE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C444B1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R62: Gmina Kołbiel, Gmina Osieck, Gmina Celestynów, Miejscowość Jaźwiny gm. Pilawa - teren działania RE Otwock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1562F378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C444B1" w:rsidRPr="00EB137C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7734109F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C444B1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R62: Gmina Kołbiel, Gmina Osieck, Gmina Celestynów, Miejscowość Jaźwiny gm. Pilawa - teren działania RE Otwock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C444B1" w:rsidRPr="00EB137C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69173EBD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C444B1" w:rsidRPr="00EB137C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R62: Gmina Kołbiel, Gmina Osieck, Gmina Celestynów, Miejscowość Jaźwiny gm. Pilawa - teren działania RE Otwock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C444B1" w:rsidRPr="00EB137C">
        <w:rPr>
          <w:rFonts w:cstheme="minorHAnsi"/>
          <w:b/>
          <w:noProof/>
        </w:rPr>
        <w:t>POST/DYS/OW/GZ/00177/2026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2BEBA14E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C444B1" w:rsidRPr="00EB137C">
        <w:rPr>
          <w:rFonts w:cstheme="minorHAnsi"/>
          <w:noProof/>
          <w:lang w:eastAsia="pl-PL"/>
        </w:rPr>
        <w:t>POST/DYS/OW/GZ/00177/2026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C444B1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Otwock obszar R62: Gmina Kołbiel, Gmina Osieck, Gmina Celestynów, Miejscowość Jaźwiny gm. Pilawa - teren działania RE Otwock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0CB4C1C3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C444B1" w:rsidRPr="00EB137C">
        <w:rPr>
          <w:rFonts w:cstheme="minorHAnsi"/>
          <w:noProof/>
          <w:lang w:eastAsia="pl-PL"/>
        </w:rPr>
        <w:t>POST/DYS/OW/GZ/00177/2026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C444B1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Otwock obszar R62: Gmina Kołbiel, Gmina Osieck, Gmina Celestynów, Miejscowość Jaźwiny gm. Pilawa - teren działania RE Otwock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57FFB2C9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C444B1" w:rsidRPr="00EB137C">
        <w:rPr>
          <w:rFonts w:cstheme="minorHAnsi"/>
          <w:noProof/>
          <w:lang w:eastAsia="pl-PL"/>
        </w:rPr>
        <w:t>POST/DYS/OW/GZ/00177/2026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C444B1" w:rsidRPr="00EB137C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R62: Gmina Kołbiel, Gmina Osieck, Gmina Celestynów, Miejscowość Jaźwiny gm. Pilawa - teren działania RE Otwock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3F0C187A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444B1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Otwock obszar R62: Gmina Kołbiel, Gmina Osieck, Gmina Celestynów, Miejscowość Jaźwiny gm. Pilawa - teren działania RE Otwock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6BD3B323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444B1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POST/DYS/OW/GZ/00177/2026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18B1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0F60F8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389C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D4E36"/>
    <w:rsid w:val="001E7E73"/>
    <w:rsid w:val="001F3242"/>
    <w:rsid w:val="001F3600"/>
    <w:rsid w:val="001F3F20"/>
    <w:rsid w:val="001F6834"/>
    <w:rsid w:val="001F737A"/>
    <w:rsid w:val="00200B69"/>
    <w:rsid w:val="00205070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00BC"/>
    <w:rsid w:val="00286533"/>
    <w:rsid w:val="002A3129"/>
    <w:rsid w:val="002A48F7"/>
    <w:rsid w:val="002B3D76"/>
    <w:rsid w:val="002B5C62"/>
    <w:rsid w:val="002C470F"/>
    <w:rsid w:val="002C66E0"/>
    <w:rsid w:val="002D0EEA"/>
    <w:rsid w:val="002D3974"/>
    <w:rsid w:val="002D4CAD"/>
    <w:rsid w:val="002E1681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40E0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66B99"/>
    <w:rsid w:val="00473D75"/>
    <w:rsid w:val="0047759A"/>
    <w:rsid w:val="004925D9"/>
    <w:rsid w:val="00492AEE"/>
    <w:rsid w:val="00493419"/>
    <w:rsid w:val="00496273"/>
    <w:rsid w:val="004A5A3C"/>
    <w:rsid w:val="004A723C"/>
    <w:rsid w:val="004B29F9"/>
    <w:rsid w:val="004C2303"/>
    <w:rsid w:val="004D154B"/>
    <w:rsid w:val="004D5E41"/>
    <w:rsid w:val="004D63D5"/>
    <w:rsid w:val="004E1AB0"/>
    <w:rsid w:val="004E1CDC"/>
    <w:rsid w:val="004E7573"/>
    <w:rsid w:val="004F0C4A"/>
    <w:rsid w:val="004F20AD"/>
    <w:rsid w:val="004F6B10"/>
    <w:rsid w:val="00511D6E"/>
    <w:rsid w:val="00512CD7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38E6"/>
    <w:rsid w:val="00597380"/>
    <w:rsid w:val="005A354D"/>
    <w:rsid w:val="005A4A16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2CFA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262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7D6DF3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16F80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C5615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6EAC"/>
    <w:rsid w:val="00C272AD"/>
    <w:rsid w:val="00C27408"/>
    <w:rsid w:val="00C27B9D"/>
    <w:rsid w:val="00C3088F"/>
    <w:rsid w:val="00C444B1"/>
    <w:rsid w:val="00C45F7E"/>
    <w:rsid w:val="00C5009D"/>
    <w:rsid w:val="00C51AD4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24735"/>
    <w:rsid w:val="00D24D93"/>
    <w:rsid w:val="00D25215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305E"/>
    <w:rsid w:val="00E45F98"/>
    <w:rsid w:val="00E514E3"/>
    <w:rsid w:val="00E53CED"/>
    <w:rsid w:val="00E55C03"/>
    <w:rsid w:val="00E56B47"/>
    <w:rsid w:val="00E65D2A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035A"/>
    <w:rsid w:val="00F01E75"/>
    <w:rsid w:val="00F21DD8"/>
    <w:rsid w:val="00F25128"/>
    <w:rsid w:val="00F32BD1"/>
    <w:rsid w:val="00F377D2"/>
    <w:rsid w:val="00F41DC5"/>
    <w:rsid w:val="00F43D02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177_zał nr 4, 6, 7, 8, 11 do SWZ.docx</dmsv2BaseFileName>
    <dmsv2BaseDisplayName xmlns="http://schemas.microsoft.com/sharepoint/v3">177_zał nr 4, 6, 7, 8, 11 do SWZ</dmsv2BaseDisplayName>
    <dmsv2SWPP2ObjectNumber xmlns="http://schemas.microsoft.com/sharepoint/v3">POST/DYS/OW/GZ/00177/2026                         </dmsv2SWPP2ObjectNumber>
    <dmsv2SWPP2SumMD5 xmlns="http://schemas.microsoft.com/sharepoint/v3">42aa8966ae7fb0f36db7e59fce6bb68f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704137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24187043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JEUP5JKVCYQC-1398355148-10597</_dlc_DocId>
    <_dlc_DocIdUrl xmlns="a19cb1c7-c5c7-46d4-85ae-d83685407bba">
      <Url>https://swpp2.dms.gkpge.pl/sites/41/_layouts/15/DocIdRedir.aspx?ID=JEUP5JKVCYQC-1398355148-10597</Url>
      <Description>JEUP5JKVCYQC-1398355148-10597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45E63FC-1829-42B6-BD0D-05B3C78F83EF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4B7723-CFD6-4817-BAA6-8D7CF90A833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5266</Words>
  <Characters>31597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2026-01-26T08:44:00Z</dcterms:created>
  <dcterms:modified xsi:type="dcterms:W3CDTF">2026-01-26T08:51:00Z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c1a14834-6a68-4c40-a1f5-4edfde567053</vt:lpwstr>
  </property>
</Properties>
</file>